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A44A0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5A44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69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5A44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АУСТРАЛИЈА И ОКЕАНИЈА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5A44A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A44A0" w:rsidRP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Аустралија  и </w:t>
            </w:r>
            <w:r w:rsidR="00737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44A0" w:rsidRP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Океанија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44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A44A0" w:rsidRDefault="003321C2" w:rsidP="005A44A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A44A0" w:rsidRP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 усвојености и разумевања градива</w:t>
            </w:r>
            <w:r w:rsid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 Аустралији  и  Океанији</w:t>
            </w:r>
            <w:r w:rsidR="005A44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   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A44A0" w:rsidRP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</w:t>
            </w:r>
            <w:r w:rsid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ње постојећих и знања о </w:t>
            </w:r>
            <w:r w:rsidR="005A44A0" w:rsidRP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географским </w:t>
            </w:r>
            <w:r w:rsid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одликама и</w:t>
            </w:r>
            <w:r w:rsidR="005A44A0" w:rsidRP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специфичностима Аустралије и Океаније</w:t>
            </w:r>
            <w:r w:rsid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5A44A0" w:rsidRPr="005A44A0" w:rsidRDefault="005A44A0" w:rsidP="005A44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-наведе  основне  географске  одлике  Аустралије</w:t>
            </w:r>
          </w:p>
          <w:p w:rsidR="005A44A0" w:rsidRPr="005A44A0" w:rsidRDefault="005A44A0" w:rsidP="005A44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-упореди  географске  одлике  Аустралије  и  других  конинената</w:t>
            </w:r>
          </w:p>
          <w:p w:rsidR="00D0461E" w:rsidRPr="005F7634" w:rsidRDefault="005A44A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 немој карти  Аустралије и  Океаније  прикаже  њихове најважније  географске  одлике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5A44A0" w:rsidRPr="005A44A0" w:rsidRDefault="005A44A0" w:rsidP="005A44A0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A44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1.1.3. препознаје и чита географске и допунске елементе</w:t>
            </w:r>
          </w:p>
          <w:p w:rsidR="005A44A0" w:rsidRDefault="005A44A0" w:rsidP="005A44A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5A44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1.4.2. именује континенте и препознаје њихове основне природне и друштвене</w:t>
            </w:r>
            <w:r w:rsidRPr="005A44A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одлике</w:t>
            </w:r>
          </w:p>
          <w:p w:rsidR="00670648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5A44A0" w:rsidRPr="005A44A0" w:rsidRDefault="005A44A0" w:rsidP="005A44A0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A44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ГЕ.2.1.2. одређује положај места и тачака на географској карти</w:t>
            </w:r>
          </w:p>
          <w:p w:rsidR="005A44A0" w:rsidRPr="005A44A0" w:rsidRDefault="005A44A0" w:rsidP="005A44A0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A44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ГЕ.2.1.3. препознаје и објашњава географске чињенице - објекте, појаве, процесе и односе који су представљени моделом, сликом, графиком, табелом и схемом</w:t>
            </w:r>
          </w:p>
          <w:p w:rsidR="005A44A0" w:rsidRPr="005A44A0" w:rsidRDefault="005A44A0" w:rsidP="005A44A0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A44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ГЕ.2.1.4. приказује понуђене географске податке: на немој карти, картографским изражајним средствима (бојама, линијама, простим геометријским знацима, симболичким знацима ...), графиком, табелом и схемом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5A44A0" w:rsidRPr="005A44A0" w:rsidRDefault="005A44A0" w:rsidP="005A44A0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A44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3.1.1. доноси закључке о просторним (топографским) и каузалним везама географских чињеница - објеката, појава, процеса и односа на основу анализе географске карте</w:t>
            </w:r>
          </w:p>
          <w:p w:rsidR="00664F16" w:rsidRPr="005F7634" w:rsidRDefault="005A44A0" w:rsidP="005A44A0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A44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ГЕ.3.4.3. објашњава географске везе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законитости </w:t>
            </w:r>
            <w:r w:rsidRPr="005A44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ваневропским континентима и уме да издвоји географске регије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 рад  са  картом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5A44A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</w:t>
            </w:r>
            <w:r w:rsid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Аустралије  и  Океаније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5A44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билогија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5F7634" w:rsidP="00996A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 разговору  са  ученицима </w:t>
            </w:r>
            <w:r w:rsidR="00996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сапоштавамо  да  ће </w:t>
            </w:r>
            <w:r w:rsidR="00737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  провера  усвојености  и  п</w:t>
            </w:r>
            <w:r w:rsidR="00996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рактичне примене  знања  извршити на  два</w:t>
            </w:r>
            <w:r w:rsidR="00737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начина.Провера  занња о  А</w:t>
            </w:r>
            <w:r w:rsidR="00996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устралији  вршиће  се  писменим  путем  одговар</w:t>
            </w:r>
            <w:r w:rsidR="00737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ањем  </w:t>
            </w:r>
            <w:r w:rsidR="00996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постављена питања,  а  провера  о  Океанији израдом</w:t>
            </w:r>
            <w:r w:rsidR="00737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већ  постављених  </w:t>
            </w:r>
            <w:r w:rsidR="00996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задатака</w:t>
            </w:r>
            <w:r w:rsidR="00737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6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немој  карти  у  Вежбаци.Ученици  прирпемају  с</w:t>
            </w:r>
            <w:r w:rsidR="00737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996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оје  </w:t>
            </w:r>
            <w:r w:rsidR="00996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вежбанке.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Default="00996A60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Прво  дајемо ученицима листиће  са  питањима  о  Аустралији:</w:t>
            </w:r>
          </w:p>
          <w:p w:rsidR="00996A60" w:rsidRPr="00996A60" w:rsidRDefault="00996A60" w:rsidP="00996A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:rsidR="00996A60" w:rsidRDefault="00737902" w:rsidP="00996A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  <w:r w:rsidR="00996A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1</w:t>
            </w:r>
            <w:r w:rsidR="00996A60" w:rsidRPr="00996A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996A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Имеђу којих  океана  се  простире Аустралија?</w:t>
            </w:r>
            <w:r w:rsidR="00996A60" w:rsidRPr="00996A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:rsidR="00996A60" w:rsidRPr="00996A60" w:rsidRDefault="00996A60" w:rsidP="00996A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7379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Pr="00996A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Који су облици разуђености аустралијских обала?</w:t>
            </w:r>
          </w:p>
          <w:p w:rsidR="00996A60" w:rsidRPr="00996A60" w:rsidRDefault="00996A60" w:rsidP="00996A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  <w:r w:rsidR="007379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3</w:t>
            </w:r>
            <w:r w:rsidRPr="00996A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Који су облици рељефа Аустралије?</w:t>
            </w:r>
          </w:p>
          <w:p w:rsidR="00996A60" w:rsidRPr="00996A60" w:rsidRDefault="00996A60" w:rsidP="00996A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7379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996A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Зашто 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Аустралија најсувљи континент?</w:t>
            </w:r>
          </w:p>
          <w:p w:rsidR="00996A60" w:rsidRPr="00996A60" w:rsidRDefault="00996A60" w:rsidP="00996A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7379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Pr="00996A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Које су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највећи  градови </w:t>
            </w:r>
            <w:r w:rsidRPr="00996A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Аустралије?</w:t>
            </w:r>
          </w:p>
          <w:p w:rsidR="00996A60" w:rsidRPr="00996A60" w:rsidRDefault="00996A60" w:rsidP="00996A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7379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  <w:r w:rsidRPr="00996A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  су  Абориџини?</w:t>
            </w:r>
          </w:p>
          <w:p w:rsidR="00996A60" w:rsidRDefault="00996A60" w:rsidP="00996A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7379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Pr="00996A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Које су најважније пољопривредне културе?</w:t>
            </w:r>
          </w:p>
          <w:p w:rsidR="00737902" w:rsidRPr="00996A60" w:rsidRDefault="00737902" w:rsidP="00996A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8. Наведи  најважније  руде  у  Аустралији.</w:t>
            </w:r>
          </w:p>
          <w:p w:rsidR="00996A60" w:rsidRPr="00545C96" w:rsidRDefault="00996A60" w:rsidP="00996A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другом  делу  ученици  уз  помоћ  географског  атласа  решавају  зад</w:t>
            </w:r>
            <w:r w:rsidR="00737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тке  </w:t>
            </w:r>
            <w:r w:rsidR="00737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постављене  на немој  карти  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еаније у  Вежбанци (стр. 31)</w:t>
            </w:r>
            <w:r w:rsidR="00737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bookmarkStart w:id="0" w:name="_GoBack"/>
            <w:bookmarkEnd w:id="0"/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737902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Саопштавамо тачне  одговоре  и  прикупљамо  радове  ученика  ради  оцењеивања.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606767" w:rsidRPr="00E3469D" w:rsidRDefault="00606767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3321C2"/>
    <w:rsid w:val="00391413"/>
    <w:rsid w:val="003F1D6D"/>
    <w:rsid w:val="00417219"/>
    <w:rsid w:val="00466279"/>
    <w:rsid w:val="004C7CD5"/>
    <w:rsid w:val="00545C96"/>
    <w:rsid w:val="005A44A0"/>
    <w:rsid w:val="005F7634"/>
    <w:rsid w:val="005F784B"/>
    <w:rsid w:val="00605D58"/>
    <w:rsid w:val="00606767"/>
    <w:rsid w:val="00664F16"/>
    <w:rsid w:val="00670648"/>
    <w:rsid w:val="006F2937"/>
    <w:rsid w:val="00737902"/>
    <w:rsid w:val="007E6623"/>
    <w:rsid w:val="00854D2A"/>
    <w:rsid w:val="008F0F0B"/>
    <w:rsid w:val="00942ED0"/>
    <w:rsid w:val="0096516D"/>
    <w:rsid w:val="00996A60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B7062"/>
    <w:rsid w:val="00DE65D7"/>
    <w:rsid w:val="00E3469D"/>
    <w:rsid w:val="00E4334D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8D076-0FF5-4B58-A7C5-28CF5A9F9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2</cp:revision>
  <dcterms:created xsi:type="dcterms:W3CDTF">2020-07-06T15:26:00Z</dcterms:created>
  <dcterms:modified xsi:type="dcterms:W3CDTF">2020-07-06T15:26:00Z</dcterms:modified>
</cp:coreProperties>
</file>